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D2DE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DF2658" w14:textId="77777777" w:rsidTr="00146EEC">
        <w:tc>
          <w:tcPr>
            <w:tcW w:w="2689" w:type="dxa"/>
          </w:tcPr>
          <w:p w14:paraId="27E645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06A47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7F041870" w14:textId="77777777" w:rsidTr="00146EEC">
        <w:tc>
          <w:tcPr>
            <w:tcW w:w="2689" w:type="dxa"/>
          </w:tcPr>
          <w:p w14:paraId="28CEC6A7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FA7AF7D" w14:textId="7777777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D65D2">
              <w:t>4</w:t>
            </w:r>
            <w:r w:rsidRPr="007C778A">
              <w:t>.0.</w:t>
            </w:r>
          </w:p>
        </w:tc>
      </w:tr>
    </w:tbl>
    <w:p w14:paraId="5B2A6C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E9FD1F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862046" w14:textId="585A11C1" w:rsidR="00F1480E" w:rsidRPr="000754EC" w:rsidRDefault="00EB27E5" w:rsidP="003D183B">
            <w:pPr>
              <w:pStyle w:val="SIUNITCODE"/>
            </w:pPr>
            <w:r>
              <w:t>AHCBUS</w:t>
            </w:r>
            <w:r w:rsidR="00FA4984">
              <w:t>5</w:t>
            </w:r>
            <w:r w:rsidR="003D183B">
              <w:t>12</w:t>
            </w:r>
          </w:p>
        </w:tc>
        <w:tc>
          <w:tcPr>
            <w:tcW w:w="3604" w:type="pct"/>
            <w:shd w:val="clear" w:color="auto" w:fill="auto"/>
          </w:tcPr>
          <w:p w14:paraId="0590C9F1" w14:textId="77777777" w:rsidR="00F1480E" w:rsidRPr="000754EC" w:rsidRDefault="00FA4984" w:rsidP="000754EC">
            <w:pPr>
              <w:pStyle w:val="SIUnittitle"/>
            </w:pPr>
            <w:r w:rsidRPr="00FA4984">
              <w:t xml:space="preserve">Develop and implement </w:t>
            </w:r>
            <w:r w:rsidR="006D0593">
              <w:t xml:space="preserve">family </w:t>
            </w:r>
            <w:r w:rsidRPr="00FA4984">
              <w:t>business structures and relationships</w:t>
            </w:r>
          </w:p>
        </w:tc>
      </w:tr>
      <w:tr w:rsidR="00F1480E" w:rsidRPr="00963A46" w14:paraId="3F2205C4" w14:textId="77777777" w:rsidTr="00CA2922">
        <w:tc>
          <w:tcPr>
            <w:tcW w:w="1396" w:type="pct"/>
            <w:shd w:val="clear" w:color="auto" w:fill="auto"/>
          </w:tcPr>
          <w:p w14:paraId="7447633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1B56D4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2DF6DC" w14:textId="1B07DBCE" w:rsidR="00FA4984" w:rsidRPr="00FA4984" w:rsidRDefault="00FA4984" w:rsidP="00FA4984">
            <w:pPr>
              <w:pStyle w:val="SIText"/>
            </w:pPr>
            <w:r w:rsidRPr="003137A0">
              <w:t xml:space="preserve">This unit of competency describes the skills and knowledge </w:t>
            </w:r>
            <w:r w:rsidRPr="00FA4984">
              <w:t>required to develop and implement business structures and relationships</w:t>
            </w:r>
            <w:r w:rsidR="00F82975">
              <w:t xml:space="preserve"> for a family based primary production business</w:t>
            </w:r>
            <w:r w:rsidR="00B77B89">
              <w:t>.</w:t>
            </w:r>
          </w:p>
          <w:p w14:paraId="76644D6E" w14:textId="77777777" w:rsidR="00FA4984" w:rsidRPr="003137A0" w:rsidRDefault="00FA4984" w:rsidP="00FA4984">
            <w:pPr>
              <w:pStyle w:val="SIText"/>
            </w:pPr>
          </w:p>
          <w:p w14:paraId="073D5273" w14:textId="0FDB4F59" w:rsidR="00FA4984" w:rsidRDefault="00FA4984" w:rsidP="00FA4984">
            <w:pPr>
              <w:pStyle w:val="SIText"/>
            </w:pPr>
            <w:r w:rsidRPr="003137A0">
              <w:t xml:space="preserve">This unit applies to </w:t>
            </w:r>
            <w:r w:rsidR="00367AC2">
              <w:t>individuals</w:t>
            </w:r>
            <w:r w:rsidR="00367AC2" w:rsidRPr="003137A0">
              <w:t xml:space="preserve"> </w:t>
            </w:r>
            <w:r w:rsidRPr="003137A0">
              <w:t xml:space="preserve">who participate in the establishment of a </w:t>
            </w:r>
            <w:r w:rsidR="006D0593">
              <w:t xml:space="preserve">family based </w:t>
            </w:r>
            <w:r w:rsidRPr="003137A0">
              <w:t xml:space="preserve">primary production business and communicate the roles and responsibilities of family members within </w:t>
            </w:r>
            <w:r w:rsidR="00A1470E">
              <w:t>that</w:t>
            </w:r>
            <w:r w:rsidRPr="003137A0">
              <w:t xml:space="preserve"> business.</w:t>
            </w:r>
            <w:r w:rsidR="001F0652">
              <w:t xml:space="preserve"> They</w:t>
            </w:r>
            <w:r w:rsidRPr="003137A0">
              <w:t xml:space="preserve"> take responsibility for their own work and provide and communicate solutions to a range of predictable and sometimes unpredictable problems.</w:t>
            </w:r>
          </w:p>
          <w:p w14:paraId="5690C743" w14:textId="77777777" w:rsidR="006D65D2" w:rsidRPr="00FA4984" w:rsidRDefault="006D65D2" w:rsidP="00FA4984">
            <w:pPr>
              <w:pStyle w:val="SIText"/>
            </w:pPr>
          </w:p>
          <w:p w14:paraId="0B394C1B" w14:textId="77777777" w:rsidR="006D65D2" w:rsidRPr="006D65D2" w:rsidRDefault="006D65D2" w:rsidP="006D65D2">
            <w:pPr>
              <w:pStyle w:val="SIText"/>
            </w:pPr>
            <w:r w:rsidRPr="006D65D2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30295777" w14:textId="77777777" w:rsidR="00FA4984" w:rsidRPr="003137A0" w:rsidRDefault="00FA4984" w:rsidP="00FA4984">
            <w:pPr>
              <w:pStyle w:val="SIText"/>
            </w:pPr>
          </w:p>
          <w:p w14:paraId="3D0D37CA" w14:textId="41B1373A" w:rsidR="00373436" w:rsidRPr="000754EC" w:rsidRDefault="00FA4984" w:rsidP="00FA4984">
            <w:pPr>
              <w:pStyle w:val="SIText"/>
            </w:pPr>
            <w:r w:rsidRPr="003137A0">
              <w:t>No licensing, legislative or certification requirements apply to this unit at the time of publication.</w:t>
            </w:r>
          </w:p>
        </w:tc>
      </w:tr>
      <w:tr w:rsidR="00F1480E" w:rsidRPr="00963A46" w14:paraId="7AEDBF5B" w14:textId="77777777" w:rsidTr="00CA2922">
        <w:tc>
          <w:tcPr>
            <w:tcW w:w="1396" w:type="pct"/>
            <w:shd w:val="clear" w:color="auto" w:fill="auto"/>
          </w:tcPr>
          <w:p w14:paraId="174411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674C7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5F7BD63" w14:textId="77777777" w:rsidTr="00CA2922">
        <w:tc>
          <w:tcPr>
            <w:tcW w:w="1396" w:type="pct"/>
            <w:shd w:val="clear" w:color="auto" w:fill="auto"/>
          </w:tcPr>
          <w:p w14:paraId="0DD2FA8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E0BE77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1C2957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AFF62D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8FBAB9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9F36F3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6460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27F5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8E97D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4984" w:rsidRPr="00963A46" w14:paraId="1FB765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E78964" w14:textId="77777777" w:rsidR="00FA4984" w:rsidRPr="00FA4984" w:rsidRDefault="00FA4984" w:rsidP="00FA4984">
            <w:pPr>
              <w:pStyle w:val="SIText"/>
            </w:pPr>
            <w:r>
              <w:t>1.</w:t>
            </w:r>
            <w:r w:rsidR="006D65D2">
              <w:t xml:space="preserve"> </w:t>
            </w:r>
            <w:r w:rsidRPr="00FA4984">
              <w:t xml:space="preserve">Identify and establish an appropriate rural </w:t>
            </w:r>
            <w:r w:rsidR="00A148E9">
              <w:t xml:space="preserve">family </w:t>
            </w:r>
            <w:r w:rsidRPr="00FA4984">
              <w:t>business structure</w:t>
            </w:r>
          </w:p>
        </w:tc>
        <w:tc>
          <w:tcPr>
            <w:tcW w:w="3604" w:type="pct"/>
            <w:shd w:val="clear" w:color="auto" w:fill="auto"/>
          </w:tcPr>
          <w:p w14:paraId="468E8FA1" w14:textId="77777777" w:rsidR="006D0593" w:rsidRDefault="006D0593" w:rsidP="00B77B89">
            <w:r>
              <w:t xml:space="preserve">1.1 Establish the goals for the business and the goals of the individual family </w:t>
            </w:r>
            <w:r w:rsidR="00A148E9">
              <w:t>stakeholders</w:t>
            </w:r>
          </w:p>
          <w:p w14:paraId="6628E635" w14:textId="7458D187" w:rsidR="00FA4984" w:rsidRPr="00FA4984" w:rsidRDefault="00FA4984" w:rsidP="00FA4984">
            <w:pPr>
              <w:pStyle w:val="SIText"/>
            </w:pPr>
            <w:r w:rsidRPr="003137A0">
              <w:t>1.</w:t>
            </w:r>
            <w:r w:rsidR="00F82975">
              <w:t>2</w:t>
            </w:r>
            <w:r>
              <w:t xml:space="preserve"> </w:t>
            </w:r>
            <w:r w:rsidRPr="003137A0">
              <w:t>Identify options for the business structure</w:t>
            </w:r>
            <w:r w:rsidR="00F82975">
              <w:t xml:space="preserve"> which best fit the business and family </w:t>
            </w:r>
            <w:r w:rsidR="00F82975" w:rsidRPr="00F82975">
              <w:t>stakeholder goals</w:t>
            </w:r>
          </w:p>
          <w:p w14:paraId="4A146D79" w14:textId="0E6B26E6" w:rsidR="00FA4984" w:rsidRPr="00FA4984" w:rsidRDefault="00FA4984" w:rsidP="00FA4984">
            <w:pPr>
              <w:pStyle w:val="SIText"/>
            </w:pPr>
            <w:r w:rsidRPr="003137A0">
              <w:t>1.</w:t>
            </w:r>
            <w:r w:rsidR="00F82975">
              <w:t>3</w:t>
            </w:r>
            <w:r>
              <w:t xml:space="preserve"> </w:t>
            </w:r>
            <w:r w:rsidRPr="003137A0">
              <w:t>Assess legal and taxation implications of each option</w:t>
            </w:r>
          </w:p>
          <w:p w14:paraId="0CB89C38" w14:textId="3FC00CF6" w:rsidR="00FA4984" w:rsidRPr="00FA4984" w:rsidRDefault="00FA4984" w:rsidP="00FA4984">
            <w:pPr>
              <w:pStyle w:val="SIText"/>
            </w:pPr>
            <w:r w:rsidRPr="003137A0">
              <w:t>1.</w:t>
            </w:r>
            <w:r w:rsidR="00F82975">
              <w:t>4</w:t>
            </w:r>
            <w:r>
              <w:t xml:space="preserve"> </w:t>
            </w:r>
            <w:r w:rsidRPr="003137A0">
              <w:t>Assess the advantages and disadvantages of each option for this business</w:t>
            </w:r>
          </w:p>
          <w:p w14:paraId="214DBAFB" w14:textId="45BE172D" w:rsidR="00FA4984" w:rsidRPr="00FA4984" w:rsidRDefault="00FA4984" w:rsidP="00FA4984">
            <w:pPr>
              <w:pStyle w:val="SIText"/>
            </w:pPr>
            <w:r w:rsidRPr="003137A0">
              <w:t>1.</w:t>
            </w:r>
            <w:r w:rsidR="00F82975">
              <w:t>5</w:t>
            </w:r>
            <w:r>
              <w:t xml:space="preserve"> </w:t>
            </w:r>
            <w:r w:rsidRPr="003137A0">
              <w:t xml:space="preserve">Establish an appropriate </w:t>
            </w:r>
            <w:r w:rsidRPr="00FA4984">
              <w:t>business organisational structure in consultation with members of the business unit</w:t>
            </w:r>
          </w:p>
          <w:p w14:paraId="3E0AF039" w14:textId="288C0313" w:rsidR="00FA4984" w:rsidRDefault="00FA4984" w:rsidP="00FA4984">
            <w:pPr>
              <w:pStyle w:val="SIText"/>
            </w:pPr>
            <w:r w:rsidRPr="003137A0">
              <w:t>1.</w:t>
            </w:r>
            <w:r w:rsidR="00F82975">
              <w:t>6</w:t>
            </w:r>
            <w:r>
              <w:t xml:space="preserve"> </w:t>
            </w:r>
            <w:r w:rsidRPr="003137A0">
              <w:t>Establish administrative procedures to ensure full compliance within the chosen structure</w:t>
            </w:r>
            <w:r w:rsidR="0098148D">
              <w:t>.</w:t>
            </w:r>
          </w:p>
          <w:p w14:paraId="769726C6" w14:textId="3A4E0936" w:rsidR="006D0593" w:rsidRPr="00FA4984" w:rsidRDefault="00F82975" w:rsidP="00B77B89">
            <w:r>
              <w:t>1.7</w:t>
            </w:r>
            <w:r w:rsidR="0098148D">
              <w:t xml:space="preserve"> Prepare a succession plan for the business</w:t>
            </w:r>
          </w:p>
        </w:tc>
      </w:tr>
      <w:tr w:rsidR="00FA4984" w:rsidRPr="00963A46" w14:paraId="5E1D77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19F88" w14:textId="77777777" w:rsidR="00FA4984" w:rsidRPr="00FA4984" w:rsidRDefault="00FA4984" w:rsidP="00FA4984">
            <w:pPr>
              <w:pStyle w:val="SIText"/>
            </w:pPr>
            <w:r>
              <w:t>2.</w:t>
            </w:r>
            <w:r w:rsidR="006D65D2">
              <w:t xml:space="preserve"> </w:t>
            </w:r>
            <w:r w:rsidRPr="00FA4984">
              <w:t>Identify and establish the roles and responsibilities within the business unit</w:t>
            </w:r>
          </w:p>
        </w:tc>
        <w:tc>
          <w:tcPr>
            <w:tcW w:w="3604" w:type="pct"/>
            <w:shd w:val="clear" w:color="auto" w:fill="auto"/>
          </w:tcPr>
          <w:p w14:paraId="74121565" w14:textId="77777777" w:rsidR="00FA4984" w:rsidRPr="00FA4984" w:rsidRDefault="00FA4984" w:rsidP="00FA4984">
            <w:pPr>
              <w:pStyle w:val="SIText"/>
            </w:pPr>
            <w:r w:rsidRPr="003137A0">
              <w:t>2.1</w:t>
            </w:r>
            <w:r>
              <w:t xml:space="preserve"> </w:t>
            </w:r>
            <w:r w:rsidRPr="003137A0">
              <w:t xml:space="preserve">Identify and discuss roles and responsibilities </w:t>
            </w:r>
            <w:r w:rsidR="00A148E9">
              <w:t>family stakeholders</w:t>
            </w:r>
            <w:r w:rsidR="00F82975">
              <w:t xml:space="preserve"> </w:t>
            </w:r>
            <w:r w:rsidRPr="003137A0">
              <w:t xml:space="preserve">within the business </w:t>
            </w:r>
          </w:p>
          <w:p w14:paraId="74CBC098" w14:textId="77777777" w:rsidR="00FA4984" w:rsidRPr="00FA4984" w:rsidRDefault="00FA4984" w:rsidP="00FA4984">
            <w:pPr>
              <w:pStyle w:val="SIText"/>
            </w:pPr>
            <w:r w:rsidRPr="003137A0">
              <w:t>2.2</w:t>
            </w:r>
            <w:r>
              <w:t xml:space="preserve"> </w:t>
            </w:r>
            <w:r w:rsidRPr="003137A0">
              <w:t>Allocate individual roles and responsibilities to members of the business unit</w:t>
            </w:r>
          </w:p>
          <w:p w14:paraId="47A87FA1" w14:textId="77777777" w:rsidR="00FA4984" w:rsidRPr="00FA4984" w:rsidRDefault="00FA4984" w:rsidP="00FA4984">
            <w:pPr>
              <w:pStyle w:val="SIText"/>
            </w:pPr>
            <w:r w:rsidRPr="003137A0">
              <w:t>2.3</w:t>
            </w:r>
            <w:r>
              <w:t xml:space="preserve"> </w:t>
            </w:r>
            <w:r w:rsidRPr="003137A0">
              <w:t>Assess roles and responsibilities of family members in accordance with succession and estate planning requirements</w:t>
            </w:r>
          </w:p>
          <w:p w14:paraId="2635196F" w14:textId="77777777" w:rsidR="00FA4984" w:rsidRPr="00FA4984" w:rsidRDefault="00FA4984" w:rsidP="00FA4984">
            <w:pPr>
              <w:pStyle w:val="SIText"/>
            </w:pPr>
            <w:r w:rsidRPr="003137A0">
              <w:t>2.4</w:t>
            </w:r>
            <w:r>
              <w:t xml:space="preserve"> </w:t>
            </w:r>
            <w:r w:rsidRPr="003137A0">
              <w:t>Prepare, update and store wills</w:t>
            </w:r>
          </w:p>
        </w:tc>
      </w:tr>
      <w:tr w:rsidR="00FA4984" w:rsidRPr="00963A46" w14:paraId="23E687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8E1584" w14:textId="77777777" w:rsidR="00FA4984" w:rsidRPr="00FA4984" w:rsidRDefault="00FA4984" w:rsidP="00FA4984">
            <w:pPr>
              <w:pStyle w:val="SIText"/>
            </w:pPr>
            <w:r>
              <w:lastRenderedPageBreak/>
              <w:t>3.</w:t>
            </w:r>
            <w:r w:rsidR="006D65D2">
              <w:t xml:space="preserve"> </w:t>
            </w:r>
            <w:r w:rsidRPr="00FA4984">
              <w:t>Develop and implement</w:t>
            </w:r>
            <w:r w:rsidR="00A148E9">
              <w:t xml:space="preserve"> conflict and</w:t>
            </w:r>
            <w:r w:rsidRPr="00FA4984">
              <w:t xml:space="preserve"> stress management strategies</w:t>
            </w:r>
          </w:p>
        </w:tc>
        <w:tc>
          <w:tcPr>
            <w:tcW w:w="3604" w:type="pct"/>
            <w:shd w:val="clear" w:color="auto" w:fill="auto"/>
          </w:tcPr>
          <w:p w14:paraId="04DC23B3" w14:textId="77777777" w:rsidR="00FA4984" w:rsidRDefault="00FA4984" w:rsidP="00FA4984">
            <w:pPr>
              <w:pStyle w:val="SIText"/>
            </w:pPr>
            <w:r w:rsidRPr="003137A0">
              <w:t>3.1</w:t>
            </w:r>
            <w:r>
              <w:t xml:space="preserve"> </w:t>
            </w:r>
            <w:r w:rsidRPr="003137A0">
              <w:t xml:space="preserve">Identify potential causes of </w:t>
            </w:r>
            <w:r w:rsidR="00A148E9">
              <w:t xml:space="preserve">conflict and </w:t>
            </w:r>
            <w:r w:rsidRPr="003137A0">
              <w:t xml:space="preserve">stress within a rural </w:t>
            </w:r>
            <w:r w:rsidR="00A148E9">
              <w:t xml:space="preserve">family </w:t>
            </w:r>
            <w:r w:rsidRPr="003137A0">
              <w:t>business environment</w:t>
            </w:r>
            <w:r w:rsidR="0098148D">
              <w:t>.</w:t>
            </w:r>
          </w:p>
          <w:p w14:paraId="0C524D17" w14:textId="77777777" w:rsidR="0098148D" w:rsidRPr="0098148D" w:rsidRDefault="0098148D" w:rsidP="0098148D">
            <w:pPr>
              <w:pStyle w:val="SIText"/>
            </w:pPr>
            <w:r>
              <w:t>3</w:t>
            </w:r>
            <w:r w:rsidRPr="003137A0">
              <w:t>.2</w:t>
            </w:r>
            <w:r w:rsidRPr="0098148D">
              <w:t xml:space="preserve"> Develop appropriate interpersonal skills to facilitate and promote positive relations within the business</w:t>
            </w:r>
          </w:p>
          <w:p w14:paraId="3B441D6B" w14:textId="77777777" w:rsidR="0098148D" w:rsidRDefault="0098148D" w:rsidP="00FA4984">
            <w:pPr>
              <w:pStyle w:val="SIText"/>
            </w:pPr>
            <w:r>
              <w:t>3.3 Identify</w:t>
            </w:r>
            <w:r w:rsidR="00F348DE">
              <w:t xml:space="preserve"> and access</w:t>
            </w:r>
            <w:r>
              <w:t xml:space="preserve"> relevant rural support networks and organisations</w:t>
            </w:r>
          </w:p>
          <w:p w14:paraId="318668C4" w14:textId="73BD56E1" w:rsidR="00FA4984" w:rsidRPr="00FA4984" w:rsidRDefault="00FA4984" w:rsidP="00FA4984">
            <w:pPr>
              <w:pStyle w:val="SIText"/>
            </w:pPr>
            <w:r w:rsidRPr="003137A0">
              <w:t>3.</w:t>
            </w:r>
            <w:r w:rsidR="0098148D">
              <w:t>4</w:t>
            </w:r>
            <w:r>
              <w:t xml:space="preserve"> </w:t>
            </w:r>
            <w:r w:rsidRPr="003137A0">
              <w:t xml:space="preserve">Develop </w:t>
            </w:r>
            <w:r w:rsidR="0098148D">
              <w:t xml:space="preserve">conflict and </w:t>
            </w:r>
            <w:r w:rsidRPr="003137A0">
              <w:t>stress management strategies in consultation with family and other employees</w:t>
            </w:r>
          </w:p>
          <w:p w14:paraId="0C6DFDF9" w14:textId="41BAFBDC" w:rsidR="00FA4984" w:rsidRPr="00FA4984" w:rsidRDefault="00FA4984" w:rsidP="00FA4984">
            <w:pPr>
              <w:pStyle w:val="SIText"/>
            </w:pPr>
            <w:r w:rsidRPr="003137A0">
              <w:t>3.</w:t>
            </w:r>
            <w:r w:rsidR="0098148D">
              <w:t>5</w:t>
            </w:r>
            <w:r>
              <w:t xml:space="preserve"> </w:t>
            </w:r>
            <w:r w:rsidRPr="003137A0">
              <w:t xml:space="preserve">Implement strategies to minimise </w:t>
            </w:r>
            <w:r w:rsidR="0098148D">
              <w:t xml:space="preserve">conflict and </w:t>
            </w:r>
            <w:r w:rsidRPr="003137A0">
              <w:t>stress within the family and the workplace</w:t>
            </w:r>
          </w:p>
          <w:p w14:paraId="72B4F9F8" w14:textId="34C20134" w:rsidR="00FA4984" w:rsidRPr="00FA4984" w:rsidRDefault="00FA4984" w:rsidP="0098148D">
            <w:pPr>
              <w:pStyle w:val="SIText"/>
            </w:pPr>
            <w:r w:rsidRPr="003137A0">
              <w:t>3.</w:t>
            </w:r>
            <w:r w:rsidR="0098148D">
              <w:t xml:space="preserve">6 </w:t>
            </w:r>
            <w:r w:rsidRPr="003137A0">
              <w:t xml:space="preserve">Review </w:t>
            </w:r>
            <w:r w:rsidR="00F348DE">
              <w:t xml:space="preserve">conflict and </w:t>
            </w:r>
            <w:r w:rsidRPr="003137A0">
              <w:t>stress management strategies regularly</w:t>
            </w:r>
          </w:p>
        </w:tc>
      </w:tr>
      <w:tr w:rsidR="00FA4984" w:rsidRPr="00963A46" w14:paraId="59A148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AC178D" w14:textId="77777777" w:rsidR="00F348DE" w:rsidRPr="00FA4984" w:rsidRDefault="00F348DE">
            <w:pPr>
              <w:pStyle w:val="SIText"/>
            </w:pPr>
            <w:r>
              <w:t>4. Implement business structure and review performance</w:t>
            </w:r>
          </w:p>
        </w:tc>
        <w:tc>
          <w:tcPr>
            <w:tcW w:w="3604" w:type="pct"/>
            <w:shd w:val="clear" w:color="auto" w:fill="auto"/>
          </w:tcPr>
          <w:p w14:paraId="18F89F8F" w14:textId="77777777" w:rsidR="00F82975" w:rsidRDefault="00F82975" w:rsidP="00B77B89">
            <w:pPr>
              <w:pStyle w:val="SIText"/>
            </w:pPr>
            <w:r>
              <w:t xml:space="preserve">4.1 </w:t>
            </w:r>
            <w:r w:rsidR="00F348DE">
              <w:t>Review goals for the business and the goals of the individual family stakeholders</w:t>
            </w:r>
            <w:r>
              <w:t>.</w:t>
            </w:r>
          </w:p>
          <w:p w14:paraId="518DD4EF" w14:textId="77777777" w:rsidR="00F82975" w:rsidRDefault="00F82975" w:rsidP="00F348DE">
            <w:r>
              <w:t xml:space="preserve">4.2 </w:t>
            </w:r>
            <w:r w:rsidRPr="003137A0">
              <w:t xml:space="preserve">Review </w:t>
            </w:r>
            <w:r>
              <w:t xml:space="preserve">conflict and </w:t>
            </w:r>
            <w:r w:rsidRPr="003137A0">
              <w:t>stress management strategies regularly</w:t>
            </w:r>
            <w:r>
              <w:t xml:space="preserve"> </w:t>
            </w:r>
          </w:p>
          <w:p w14:paraId="492EA419" w14:textId="77777777" w:rsidR="00F82975" w:rsidRDefault="00F82975" w:rsidP="00F348DE">
            <w:r>
              <w:t>4.3 Review succession plan</w:t>
            </w:r>
          </w:p>
          <w:p w14:paraId="287CDFC5" w14:textId="1D6294FF" w:rsidR="00F348DE" w:rsidRPr="00FA4984" w:rsidRDefault="00F82975" w:rsidP="00B77B89">
            <w:r>
              <w:t>4.4 Adjust business structures and relationships on the basis of the reviews</w:t>
            </w:r>
          </w:p>
        </w:tc>
      </w:tr>
    </w:tbl>
    <w:p w14:paraId="1B60AE76" w14:textId="77777777" w:rsidR="005F771F" w:rsidRDefault="005F771F" w:rsidP="005F771F">
      <w:pPr>
        <w:pStyle w:val="SIText"/>
      </w:pPr>
    </w:p>
    <w:p w14:paraId="6711A694" w14:textId="77777777" w:rsidR="005F771F" w:rsidRPr="000754EC" w:rsidRDefault="005F771F" w:rsidP="000754EC">
      <w:r>
        <w:br w:type="page"/>
      </w:r>
    </w:p>
    <w:p w14:paraId="2B30611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3C5CEECD" w14:textId="77777777" w:rsidTr="00CA2922">
        <w:trPr>
          <w:tblHeader/>
        </w:trPr>
        <w:tc>
          <w:tcPr>
            <w:tcW w:w="5000" w:type="pct"/>
            <w:gridSpan w:val="2"/>
          </w:tcPr>
          <w:p w14:paraId="7A08B9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B57BD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9FCC6C" w14:textId="77777777" w:rsidTr="00CA2922">
        <w:trPr>
          <w:tblHeader/>
        </w:trPr>
        <w:tc>
          <w:tcPr>
            <w:tcW w:w="1396" w:type="pct"/>
          </w:tcPr>
          <w:p w14:paraId="544206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FDD9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0FBDE68" w14:textId="77777777" w:rsidTr="00CA2922">
        <w:tc>
          <w:tcPr>
            <w:tcW w:w="1396" w:type="pct"/>
          </w:tcPr>
          <w:p w14:paraId="59721018" w14:textId="77777777" w:rsidR="00F1480E" w:rsidRPr="000754EC" w:rsidRDefault="006D65D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7E03FCA" w14:textId="77777777" w:rsidR="00F1480E" w:rsidRPr="000754EC" w:rsidRDefault="006D65D2" w:rsidP="00DD0726">
            <w:pPr>
              <w:pStyle w:val="SIBulletList1"/>
            </w:pPr>
            <w:r>
              <w:t>Interact effectively and negotiate with family members and stakeholders, including in times of conflict</w:t>
            </w:r>
          </w:p>
        </w:tc>
      </w:tr>
    </w:tbl>
    <w:p w14:paraId="19901433" w14:textId="77777777" w:rsidR="00916CD7" w:rsidRDefault="00916CD7" w:rsidP="005F771F">
      <w:pPr>
        <w:pStyle w:val="SIText"/>
      </w:pPr>
    </w:p>
    <w:p w14:paraId="4763A8E4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6E44EBDA" w14:textId="77777777" w:rsidTr="00F33FF2">
        <w:tc>
          <w:tcPr>
            <w:tcW w:w="5000" w:type="pct"/>
            <w:gridSpan w:val="4"/>
          </w:tcPr>
          <w:p w14:paraId="55530DC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487744" w14:textId="77777777" w:rsidTr="00F33FF2">
        <w:tc>
          <w:tcPr>
            <w:tcW w:w="1028" w:type="pct"/>
          </w:tcPr>
          <w:p w14:paraId="6518F2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91BC5F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98711D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C42E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F832CD3" w14:textId="77777777" w:rsidTr="00F33FF2">
        <w:tc>
          <w:tcPr>
            <w:tcW w:w="1028" w:type="pct"/>
          </w:tcPr>
          <w:p w14:paraId="19141E48" w14:textId="51149F0B" w:rsidR="00041E59" w:rsidRPr="000754EC" w:rsidRDefault="00FA4984" w:rsidP="00AC1990">
            <w:pPr>
              <w:pStyle w:val="SIText"/>
            </w:pPr>
            <w:r>
              <w:t>AHCBUS5</w:t>
            </w:r>
            <w:r w:rsidR="003D183B">
              <w:t>12</w:t>
            </w:r>
            <w:r w:rsidRPr="00FA4984">
              <w:t xml:space="preserve"> Develop and implement</w:t>
            </w:r>
            <w:r w:rsidR="001F0652">
              <w:t xml:space="preserve"> </w:t>
            </w:r>
            <w:r w:rsidR="001F0652" w:rsidRPr="001F0652">
              <w:t>family</w:t>
            </w:r>
            <w:r w:rsidRPr="00FA4984">
              <w:t xml:space="preserve"> business structures and relationships</w:t>
            </w:r>
          </w:p>
        </w:tc>
        <w:tc>
          <w:tcPr>
            <w:tcW w:w="1105" w:type="pct"/>
          </w:tcPr>
          <w:p w14:paraId="33DA7AF0" w14:textId="6B7FBC48" w:rsidR="003D183B" w:rsidRPr="000754EC" w:rsidRDefault="006D65D2" w:rsidP="00AC1990">
            <w:pPr>
              <w:pStyle w:val="SIText"/>
            </w:pPr>
            <w:r w:rsidRPr="006D65D2">
              <w:t xml:space="preserve">AHCBUS509 </w:t>
            </w:r>
            <w:r w:rsidR="00A1470E" w:rsidRPr="00FA4984">
              <w:t xml:space="preserve">Develop and implement </w:t>
            </w:r>
            <w:r w:rsidR="00A1470E" w:rsidRPr="00A1470E">
              <w:t>business structures and relationships</w:t>
            </w:r>
          </w:p>
        </w:tc>
        <w:tc>
          <w:tcPr>
            <w:tcW w:w="1251" w:type="pct"/>
          </w:tcPr>
          <w:p w14:paraId="5CEE4645" w14:textId="7124F7CF" w:rsidR="00A1470E" w:rsidRDefault="00A1470E" w:rsidP="000754EC">
            <w:pPr>
              <w:pStyle w:val="SIText"/>
            </w:pPr>
            <w:r>
              <w:t>Unit title updated.</w:t>
            </w:r>
          </w:p>
          <w:p w14:paraId="509249D4" w14:textId="77777777" w:rsidR="00AC1990" w:rsidRDefault="006D65D2" w:rsidP="000754EC">
            <w:pPr>
              <w:pStyle w:val="SIText"/>
            </w:pPr>
            <w:r w:rsidRPr="006D65D2">
              <w:t>Foundation skills added.</w:t>
            </w:r>
          </w:p>
          <w:p w14:paraId="5FAB074D" w14:textId="1727182B" w:rsidR="00041E59" w:rsidRPr="000754EC" w:rsidRDefault="006D65D2" w:rsidP="000754EC">
            <w:pPr>
              <w:pStyle w:val="SIText"/>
            </w:pPr>
            <w:r w:rsidRPr="006D65D2">
              <w:t>Assessment requirements updated.</w:t>
            </w:r>
          </w:p>
        </w:tc>
        <w:tc>
          <w:tcPr>
            <w:tcW w:w="1616" w:type="pct"/>
          </w:tcPr>
          <w:p w14:paraId="3F440511" w14:textId="77777777" w:rsidR="00916CD7" w:rsidRPr="000754EC" w:rsidRDefault="006D65D2" w:rsidP="000754EC">
            <w:pPr>
              <w:pStyle w:val="SIText"/>
            </w:pPr>
            <w:r>
              <w:t>E</w:t>
            </w:r>
            <w:r w:rsidR="00916CD7">
              <w:t>quivalent unit</w:t>
            </w:r>
          </w:p>
        </w:tc>
      </w:tr>
    </w:tbl>
    <w:p w14:paraId="565B77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72A46AC7" w14:textId="77777777" w:rsidTr="00CA2922">
        <w:tc>
          <w:tcPr>
            <w:tcW w:w="1396" w:type="pct"/>
            <w:shd w:val="clear" w:color="auto" w:fill="auto"/>
          </w:tcPr>
          <w:p w14:paraId="0E0C71E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E79D31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8A1486F" w14:textId="77777777" w:rsidR="00F1480E" w:rsidRDefault="00F1480E" w:rsidP="005F771F">
      <w:pPr>
        <w:pStyle w:val="SIText"/>
      </w:pPr>
    </w:p>
    <w:p w14:paraId="4E6492C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47DA91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5FCEF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D927D38" w14:textId="58CC8160" w:rsidR="00556C4C" w:rsidRPr="000754EC" w:rsidRDefault="00556C4C" w:rsidP="003D183B">
            <w:pPr>
              <w:pStyle w:val="SIUnittitle"/>
            </w:pPr>
            <w:r w:rsidRPr="00F56827">
              <w:t xml:space="preserve">Assessment requirements for </w:t>
            </w:r>
            <w:r w:rsidR="003D183B">
              <w:t>AHCBUS512</w:t>
            </w:r>
            <w:r w:rsidR="00FA4984" w:rsidRPr="00FA4984">
              <w:t xml:space="preserve"> </w:t>
            </w:r>
            <w:r w:rsidR="00A1470E" w:rsidRPr="00FA4984">
              <w:t xml:space="preserve">Develop and implement </w:t>
            </w:r>
            <w:r w:rsidR="00A1470E" w:rsidRPr="00A1470E">
              <w:t>family business structures and relationships</w:t>
            </w:r>
          </w:p>
        </w:tc>
      </w:tr>
      <w:tr w:rsidR="00556C4C" w:rsidRPr="00A55106" w14:paraId="7AF6259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7080D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46119D" w14:textId="77777777" w:rsidTr="00113678">
        <w:tc>
          <w:tcPr>
            <w:tcW w:w="5000" w:type="pct"/>
            <w:gridSpan w:val="2"/>
            <w:shd w:val="clear" w:color="auto" w:fill="auto"/>
          </w:tcPr>
          <w:p w14:paraId="500D0C83" w14:textId="1E6703C7" w:rsidR="00FA4984" w:rsidRDefault="006D65D2" w:rsidP="00FA4984">
            <w:pPr>
              <w:pStyle w:val="SIText"/>
            </w:pPr>
            <w:r w:rsidRPr="006D65D2">
              <w:t xml:space="preserve">An individual demonstrating competency must satisfy all of the elements and performance criteria in this unit. There must be evidence that the individual has </w:t>
            </w:r>
            <w:r w:rsidR="00642EB0">
              <w:t xml:space="preserve">developed and implemented </w:t>
            </w:r>
            <w:r w:rsidR="00F82975">
              <w:t xml:space="preserve">family </w:t>
            </w:r>
            <w:r w:rsidR="000754FA">
              <w:t>business structures and relationships for at least one rural, family business</w:t>
            </w:r>
            <w:r w:rsidR="00C17846">
              <w:t xml:space="preserve"> including:</w:t>
            </w:r>
          </w:p>
          <w:p w14:paraId="5164B736" w14:textId="77777777" w:rsidR="00C17846" w:rsidRDefault="00C17846" w:rsidP="004514E5">
            <w:pPr>
              <w:pStyle w:val="SIBulletList1"/>
            </w:pPr>
            <w:r>
              <w:t>establishing goals for business structure and relationship</w:t>
            </w:r>
          </w:p>
          <w:p w14:paraId="187B2A63" w14:textId="77777777" w:rsidR="00C17846" w:rsidRDefault="00C17846" w:rsidP="004514E5">
            <w:pPr>
              <w:pStyle w:val="SIBulletList1"/>
            </w:pPr>
            <w:r>
              <w:t>assessing options to establish the business structure</w:t>
            </w:r>
          </w:p>
          <w:p w14:paraId="71262FD9" w14:textId="77777777" w:rsidR="00C17846" w:rsidRDefault="00C17846" w:rsidP="004514E5">
            <w:pPr>
              <w:pStyle w:val="SIBulletList1"/>
            </w:pPr>
            <w:r w:rsidRPr="00C17846">
              <w:t>preparing a succession plan</w:t>
            </w:r>
          </w:p>
          <w:p w14:paraId="267F989E" w14:textId="539BD434" w:rsidR="00C17846" w:rsidRDefault="00C17846" w:rsidP="004514E5">
            <w:pPr>
              <w:pStyle w:val="SIBulletList1"/>
            </w:pPr>
            <w:r w:rsidRPr="00C17846">
              <w:t xml:space="preserve">establishing roles and </w:t>
            </w:r>
            <w:r>
              <w:t>responsibilities</w:t>
            </w:r>
          </w:p>
          <w:p w14:paraId="16C38BD6" w14:textId="77777777" w:rsidR="00C17846" w:rsidRDefault="00C17846" w:rsidP="004514E5">
            <w:pPr>
              <w:pStyle w:val="SIBulletList1"/>
            </w:pPr>
            <w:r w:rsidRPr="00C17846">
              <w:t xml:space="preserve">preparing or updating wills </w:t>
            </w:r>
          </w:p>
          <w:p w14:paraId="2FB360EB" w14:textId="77777777" w:rsidR="00C17846" w:rsidRDefault="00C17846" w:rsidP="004514E5">
            <w:pPr>
              <w:pStyle w:val="SIBulletList1"/>
            </w:pPr>
            <w:r>
              <w:t>d</w:t>
            </w:r>
            <w:r w:rsidRPr="00C17846">
              <w:t>eveloping conflict and stress management strategies</w:t>
            </w:r>
          </w:p>
          <w:p w14:paraId="2DCEF225" w14:textId="33C88C19" w:rsidR="00C17846" w:rsidRDefault="00C17846" w:rsidP="004514E5">
            <w:pPr>
              <w:pStyle w:val="SIBulletList1"/>
            </w:pPr>
            <w:r w:rsidRPr="00C17846">
              <w:t>reviewing performance about business goals and relationships</w:t>
            </w:r>
          </w:p>
          <w:p w14:paraId="1FA5E4C5" w14:textId="77777777" w:rsidR="00556C4C" w:rsidRPr="000754EC" w:rsidRDefault="00556C4C" w:rsidP="0029070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D1E88C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0FC31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7224D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754AEC" w14:textId="77777777" w:rsidTr="00CA2922">
        <w:tc>
          <w:tcPr>
            <w:tcW w:w="5000" w:type="pct"/>
            <w:shd w:val="clear" w:color="auto" w:fill="auto"/>
          </w:tcPr>
          <w:p w14:paraId="25F7B330" w14:textId="77777777" w:rsidR="006D65D2" w:rsidRPr="006D65D2" w:rsidRDefault="006D65D2" w:rsidP="006D65D2">
            <w:pPr>
              <w:pStyle w:val="SIText"/>
            </w:pPr>
            <w:r w:rsidRPr="006D65D2">
              <w:t>An individual must be able to demonstrate the knowledge required to perform the tasks outlined in the elements and performance criteria of this unit. This includes knowledge of:</w:t>
            </w:r>
          </w:p>
          <w:p w14:paraId="2AA20D7C" w14:textId="6A6E9ABC" w:rsidR="00FA4984" w:rsidRDefault="000754FA" w:rsidP="00FA4984">
            <w:pPr>
              <w:pStyle w:val="SIBulletList1"/>
            </w:pPr>
            <w:r>
              <w:t>legislation and regulations relevant to</w:t>
            </w:r>
            <w:r w:rsidR="002C1140">
              <w:t xml:space="preserve"> family</w:t>
            </w:r>
            <w:r>
              <w:t xml:space="preserve"> business</w:t>
            </w:r>
          </w:p>
          <w:p w14:paraId="25EC07BE" w14:textId="77777777" w:rsidR="00F82975" w:rsidRDefault="00F82975" w:rsidP="00FA4984">
            <w:pPr>
              <w:pStyle w:val="SIBulletList1"/>
            </w:pPr>
            <w:r>
              <w:t>family business planning</w:t>
            </w:r>
          </w:p>
          <w:p w14:paraId="6AF1D89D" w14:textId="77777777" w:rsidR="00F82975" w:rsidRPr="00FA4984" w:rsidRDefault="00F82975" w:rsidP="00FA4984">
            <w:pPr>
              <w:pStyle w:val="SIBulletList1"/>
            </w:pPr>
            <w:r>
              <w:t>succession planning</w:t>
            </w:r>
          </w:p>
          <w:p w14:paraId="5B100202" w14:textId="13CDAB3E" w:rsidR="00FA4984" w:rsidRPr="00FA4984" w:rsidRDefault="00AC1990" w:rsidP="00013695">
            <w:pPr>
              <w:pStyle w:val="SIBulletList1"/>
            </w:pPr>
            <w:r w:rsidRPr="00A81D3A">
              <w:t>organisational policies</w:t>
            </w:r>
            <w:r>
              <w:t>,</w:t>
            </w:r>
            <w:r w:rsidR="00FA4984" w:rsidRPr="00A81D3A">
              <w:t xml:space="preserve"> plans and procedures</w:t>
            </w:r>
          </w:p>
          <w:p w14:paraId="1029F40D" w14:textId="77777777" w:rsidR="00FA4984" w:rsidRPr="00FA4984" w:rsidRDefault="00FA4984" w:rsidP="00FA4984">
            <w:pPr>
              <w:pStyle w:val="SIBulletList1"/>
            </w:pPr>
            <w:r w:rsidRPr="00A81D3A">
              <w:t xml:space="preserve">principles of effective </w:t>
            </w:r>
            <w:r w:rsidR="000754FA">
              <w:t>communication, negotiation and conflict resolution</w:t>
            </w:r>
            <w:r w:rsidRPr="00A81D3A">
              <w:t xml:space="preserve"> </w:t>
            </w:r>
          </w:p>
          <w:p w14:paraId="34844AB9" w14:textId="77777777" w:rsidR="00FA4984" w:rsidRPr="00FA4984" w:rsidRDefault="00FA4984" w:rsidP="00FA4984">
            <w:pPr>
              <w:pStyle w:val="SIBulletList1"/>
            </w:pPr>
            <w:r w:rsidRPr="00A81D3A">
              <w:t xml:space="preserve">principles and techniques </w:t>
            </w:r>
            <w:r w:rsidR="000754FA">
              <w:t>that utilise</w:t>
            </w:r>
            <w:r w:rsidRPr="00A81D3A">
              <w:t xml:space="preserve"> feedback to achieve positive outcomes</w:t>
            </w:r>
          </w:p>
          <w:p w14:paraId="5233774B" w14:textId="77777777" w:rsidR="00FA4984" w:rsidRPr="00FA4984" w:rsidRDefault="00FA4984" w:rsidP="00FA4984">
            <w:pPr>
              <w:pStyle w:val="SIBulletList1"/>
            </w:pPr>
            <w:r w:rsidRPr="00A81D3A">
              <w:t>rural networks and support groups</w:t>
            </w:r>
          </w:p>
          <w:p w14:paraId="1B745B27" w14:textId="7108B93D" w:rsidR="000754FA" w:rsidRDefault="00FA4984" w:rsidP="00FA4984">
            <w:pPr>
              <w:pStyle w:val="SIBulletList1"/>
            </w:pPr>
            <w:r w:rsidRPr="00A81D3A">
              <w:t xml:space="preserve">stressors in </w:t>
            </w:r>
            <w:r w:rsidR="002C1140">
              <w:t>a</w:t>
            </w:r>
            <w:r w:rsidR="002C1140" w:rsidRPr="00A81D3A">
              <w:t xml:space="preserve"> </w:t>
            </w:r>
            <w:r w:rsidRPr="00A81D3A">
              <w:t>rural</w:t>
            </w:r>
            <w:r w:rsidR="002C1140">
              <w:t>, family</w:t>
            </w:r>
            <w:r w:rsidRPr="00A81D3A">
              <w:t xml:space="preserve"> business environment</w:t>
            </w:r>
          </w:p>
          <w:p w14:paraId="59D9B804" w14:textId="77777777" w:rsidR="00F1480E" w:rsidRPr="000754EC" w:rsidRDefault="00FA4984" w:rsidP="00FA4984">
            <w:pPr>
              <w:pStyle w:val="SIBulletList1"/>
            </w:pPr>
            <w:r w:rsidRPr="00A81D3A">
              <w:t>stress management</w:t>
            </w:r>
            <w:r w:rsidR="000754FA">
              <w:t xml:space="preserve"> strategies</w:t>
            </w:r>
            <w:r w:rsidRPr="00A81D3A">
              <w:t>.</w:t>
            </w:r>
          </w:p>
        </w:tc>
      </w:tr>
    </w:tbl>
    <w:p w14:paraId="7EC7EE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D9DBB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17F84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8AFFD6" w14:textId="77777777" w:rsidTr="00CA2922">
        <w:tc>
          <w:tcPr>
            <w:tcW w:w="5000" w:type="pct"/>
            <w:shd w:val="clear" w:color="auto" w:fill="auto"/>
          </w:tcPr>
          <w:p w14:paraId="371DBF16" w14:textId="77777777" w:rsidR="006D65D2" w:rsidRPr="006D65D2" w:rsidRDefault="006D65D2" w:rsidP="006D65D2">
            <w:pPr>
              <w:pStyle w:val="SIText"/>
            </w:pPr>
            <w:r w:rsidRPr="006D65D2">
              <w:t xml:space="preserve">Assessment of skills must take place under the following conditions: </w:t>
            </w:r>
          </w:p>
          <w:p w14:paraId="0B386EE9" w14:textId="77777777" w:rsidR="006D65D2" w:rsidRPr="006D65D2" w:rsidRDefault="006D65D2" w:rsidP="006D65D2">
            <w:pPr>
              <w:pStyle w:val="SIText"/>
              <w:rPr>
                <w:rStyle w:val="SITemporaryText"/>
              </w:rPr>
            </w:pPr>
          </w:p>
          <w:p w14:paraId="0F0391CD" w14:textId="77777777" w:rsidR="006D65D2" w:rsidRPr="006D65D2" w:rsidRDefault="006D65D2" w:rsidP="006D65D2">
            <w:pPr>
              <w:pStyle w:val="SIBulletList1"/>
              <w:rPr>
                <w:rFonts w:eastAsiaTheme="majorEastAsia"/>
              </w:rPr>
            </w:pPr>
            <w:r w:rsidRPr="006D65D2">
              <w:t>physical conditions:</w:t>
            </w:r>
          </w:p>
          <w:p w14:paraId="16FD1EF2" w14:textId="72BA7A57" w:rsidR="006D65D2" w:rsidRPr="006D65D2" w:rsidRDefault="006D65D2" w:rsidP="006D65D2">
            <w:pPr>
              <w:pStyle w:val="SIBulletList2"/>
            </w:pPr>
            <w:r w:rsidRPr="006D65D2">
              <w:t xml:space="preserve">skills must be demonstrated in </w:t>
            </w:r>
            <w:r w:rsidR="00DA479F">
              <w:t xml:space="preserve">a workplace setting or </w:t>
            </w:r>
            <w:bookmarkStart w:id="0" w:name="_GoBack"/>
            <w:bookmarkEnd w:id="0"/>
            <w:r w:rsidRPr="006D65D2">
              <w:t>an environment that accurately represents workplace conditions</w:t>
            </w:r>
          </w:p>
          <w:p w14:paraId="0798E99B" w14:textId="77777777" w:rsidR="006D65D2" w:rsidRPr="006D65D2" w:rsidRDefault="006D65D2" w:rsidP="006D65D2">
            <w:pPr>
              <w:pStyle w:val="SIBulletList1"/>
              <w:rPr>
                <w:rFonts w:eastAsia="Calibri"/>
              </w:rPr>
            </w:pPr>
            <w:r w:rsidRPr="006D65D2">
              <w:t>resources, equipment and materials:</w:t>
            </w:r>
          </w:p>
          <w:p w14:paraId="1046A1EC" w14:textId="77777777" w:rsidR="006D65D2" w:rsidRPr="00290705" w:rsidRDefault="006D65D2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90705">
              <w:rPr>
                <w:rStyle w:val="SITemporaryText"/>
                <w:rFonts w:eastAsia="Calibri"/>
                <w:color w:val="auto"/>
                <w:sz w:val="20"/>
              </w:rPr>
              <w:t>access to a rural</w:t>
            </w:r>
            <w:r w:rsidR="000754FA" w:rsidRPr="00290705">
              <w:rPr>
                <w:rStyle w:val="SITemporaryText"/>
                <w:rFonts w:eastAsia="Calibri"/>
                <w:color w:val="auto"/>
                <w:sz w:val="20"/>
              </w:rPr>
              <w:t>,</w:t>
            </w:r>
            <w:r w:rsidRPr="00290705">
              <w:rPr>
                <w:rStyle w:val="SITemporaryText"/>
                <w:rFonts w:eastAsia="Calibri"/>
                <w:color w:val="auto"/>
                <w:sz w:val="20"/>
              </w:rPr>
              <w:t xml:space="preserve"> family business.</w:t>
            </w:r>
          </w:p>
          <w:p w14:paraId="00BEA092" w14:textId="77777777" w:rsidR="006D65D2" w:rsidRPr="006D65D2" w:rsidRDefault="006D65D2" w:rsidP="006D65D2">
            <w:pPr>
              <w:pStyle w:val="SIText"/>
              <w:rPr>
                <w:rFonts w:eastAsia="Calibri"/>
              </w:rPr>
            </w:pPr>
          </w:p>
          <w:p w14:paraId="4C1D6A7C" w14:textId="542F2E02" w:rsidR="00F1480E" w:rsidRPr="000754EC" w:rsidRDefault="006D65D2" w:rsidP="00AC1990">
            <w:pPr>
              <w:pStyle w:val="SIText"/>
              <w:rPr>
                <w:rFonts w:eastAsia="Calibri"/>
              </w:rPr>
            </w:pPr>
            <w:r w:rsidRPr="006D65D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857C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662F3AAD" w14:textId="77777777" w:rsidTr="004679E3">
        <w:tc>
          <w:tcPr>
            <w:tcW w:w="990" w:type="pct"/>
            <w:shd w:val="clear" w:color="auto" w:fill="auto"/>
          </w:tcPr>
          <w:p w14:paraId="46013B3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49FD6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98C4B3E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CEADEA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0647B" w14:textId="77777777" w:rsidR="002107D5" w:rsidRDefault="002107D5" w:rsidP="00BF3F0A">
      <w:r>
        <w:separator/>
      </w:r>
    </w:p>
    <w:p w14:paraId="531B9E78" w14:textId="77777777" w:rsidR="002107D5" w:rsidRDefault="002107D5"/>
  </w:endnote>
  <w:endnote w:type="continuationSeparator" w:id="0">
    <w:p w14:paraId="1232213F" w14:textId="77777777" w:rsidR="002107D5" w:rsidRDefault="002107D5" w:rsidP="00BF3F0A">
      <w:r>
        <w:continuationSeparator/>
      </w:r>
    </w:p>
    <w:p w14:paraId="28321F7E" w14:textId="77777777" w:rsidR="002107D5" w:rsidRDefault="00210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9F46318" w14:textId="5E10A50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183B">
          <w:rPr>
            <w:noProof/>
          </w:rPr>
          <w:t>4</w:t>
        </w:r>
        <w:r w:rsidRPr="000754EC">
          <w:fldChar w:fldCharType="end"/>
        </w:r>
      </w:p>
      <w:p w14:paraId="2F8A8D0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15007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6E156" w14:textId="77777777" w:rsidR="002107D5" w:rsidRDefault="002107D5" w:rsidP="00BF3F0A">
      <w:r>
        <w:separator/>
      </w:r>
    </w:p>
    <w:p w14:paraId="15EF5D93" w14:textId="77777777" w:rsidR="002107D5" w:rsidRDefault="002107D5"/>
  </w:footnote>
  <w:footnote w:type="continuationSeparator" w:id="0">
    <w:p w14:paraId="72FF84F6" w14:textId="77777777" w:rsidR="002107D5" w:rsidRDefault="002107D5" w:rsidP="00BF3F0A">
      <w:r>
        <w:continuationSeparator/>
      </w:r>
    </w:p>
    <w:p w14:paraId="4F9CD0DB" w14:textId="77777777" w:rsidR="002107D5" w:rsidRDefault="002107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EE685" w14:textId="1887FC59" w:rsidR="009C2650" w:rsidRPr="00FA4984" w:rsidRDefault="00EB27E5" w:rsidP="00FA4984">
    <w:pPr>
      <w:pStyle w:val="SIText"/>
    </w:pPr>
    <w:r>
      <w:t>AHCBUS</w:t>
    </w:r>
    <w:r w:rsidR="00FA4984">
      <w:t>5</w:t>
    </w:r>
    <w:r w:rsidR="003D183B">
      <w:t>12</w:t>
    </w:r>
    <w:r w:rsidR="00FA4984">
      <w:t xml:space="preserve"> </w:t>
    </w:r>
    <w:r w:rsidR="00A1470E" w:rsidRPr="00FA4984">
      <w:t xml:space="preserve">Develop and implement </w:t>
    </w:r>
    <w:r w:rsidR="00A1470E">
      <w:t xml:space="preserve">family </w:t>
    </w:r>
    <w:r w:rsidR="00A1470E" w:rsidRPr="00FA4984">
      <w:t>business structures and relationships</w:t>
    </w:r>
    <w:r w:rsidR="00A1470E" w:rsidRPr="00FA4984" w:rsidDel="00A1470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13164E"/>
    <w:multiLevelType w:val="hybridMultilevel"/>
    <w:tmpl w:val="BE08C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C5B22"/>
    <w:multiLevelType w:val="hybridMultilevel"/>
    <w:tmpl w:val="E33614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tDA3MjAzMjO1MDBU0lEKTi0uzszPAykwrAUAzU3jm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4594"/>
    <w:rsid w:val="00016803"/>
    <w:rsid w:val="00023992"/>
    <w:rsid w:val="000275AE"/>
    <w:rsid w:val="000345A8"/>
    <w:rsid w:val="00041E59"/>
    <w:rsid w:val="00064BFE"/>
    <w:rsid w:val="00070B3E"/>
    <w:rsid w:val="00071F95"/>
    <w:rsid w:val="000737BB"/>
    <w:rsid w:val="00074E47"/>
    <w:rsid w:val="000754EC"/>
    <w:rsid w:val="000754FA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652"/>
    <w:rsid w:val="001F2BA5"/>
    <w:rsid w:val="001F308D"/>
    <w:rsid w:val="00201A7C"/>
    <w:rsid w:val="002107D5"/>
    <w:rsid w:val="0021210E"/>
    <w:rsid w:val="00212D0A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705"/>
    <w:rsid w:val="002970C3"/>
    <w:rsid w:val="002A4CD3"/>
    <w:rsid w:val="002A6CC4"/>
    <w:rsid w:val="002C1140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67AC2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83B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14E5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041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7059"/>
    <w:rsid w:val="006121D4"/>
    <w:rsid w:val="00613B49"/>
    <w:rsid w:val="00616845"/>
    <w:rsid w:val="00620E8E"/>
    <w:rsid w:val="00633CFE"/>
    <w:rsid w:val="00634FCA"/>
    <w:rsid w:val="00642EB0"/>
    <w:rsid w:val="00643D1B"/>
    <w:rsid w:val="006452B8"/>
    <w:rsid w:val="00652E62"/>
    <w:rsid w:val="00653134"/>
    <w:rsid w:val="00686A49"/>
    <w:rsid w:val="00687B62"/>
    <w:rsid w:val="00690C44"/>
    <w:rsid w:val="006969D9"/>
    <w:rsid w:val="006A2B68"/>
    <w:rsid w:val="006C2F32"/>
    <w:rsid w:val="006D0593"/>
    <w:rsid w:val="006D38C3"/>
    <w:rsid w:val="006D4448"/>
    <w:rsid w:val="006D65D2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4A1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71D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48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70E"/>
    <w:rsid w:val="00A148E9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87AF7"/>
    <w:rsid w:val="00A92DD1"/>
    <w:rsid w:val="00AA5338"/>
    <w:rsid w:val="00AB1B8E"/>
    <w:rsid w:val="00AC0696"/>
    <w:rsid w:val="00AC1990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77B8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17846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479F"/>
    <w:rsid w:val="00DA53B5"/>
    <w:rsid w:val="00DC1D69"/>
    <w:rsid w:val="00DC5A3A"/>
    <w:rsid w:val="00DD0726"/>
    <w:rsid w:val="00E00358"/>
    <w:rsid w:val="00E238E6"/>
    <w:rsid w:val="00E35064"/>
    <w:rsid w:val="00E3681D"/>
    <w:rsid w:val="00E40225"/>
    <w:rsid w:val="00E501F0"/>
    <w:rsid w:val="00E6166D"/>
    <w:rsid w:val="00E82993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48D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975"/>
    <w:rsid w:val="00F83D7C"/>
    <w:rsid w:val="00FA4984"/>
    <w:rsid w:val="00FB232E"/>
    <w:rsid w:val="00FD557D"/>
    <w:rsid w:val="00FE0282"/>
    <w:rsid w:val="00FE124D"/>
    <w:rsid w:val="00FE792C"/>
    <w:rsid w:val="00FF58F8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5B524EC"/>
  <w15:docId w15:val="{49728225-36C3-4749-9C5D-31301FBF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BFA6A-FCA6-4C61-8269-BAE2002F2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384839-BD23-4293-8494-9D0EEDF19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13</cp:revision>
  <cp:lastPrinted>2019-02-26T00:01:00Z</cp:lastPrinted>
  <dcterms:created xsi:type="dcterms:W3CDTF">2019-02-26T05:52:00Z</dcterms:created>
  <dcterms:modified xsi:type="dcterms:W3CDTF">2019-05-30T01:37:00Z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6144">
    <vt:lpwstr>115</vt:lpwstr>
  </property>
</Properties>
</file>